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033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27E9A9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FC8610" w14:textId="640BD88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</w:t>
      </w:r>
      <w:r w:rsidR="00993E34">
        <w:rPr>
          <w:rFonts w:ascii="Corbel" w:hAnsi="Corbel"/>
          <w:i/>
          <w:smallCaps/>
          <w:sz w:val="24"/>
          <w:szCs w:val="24"/>
        </w:rPr>
        <w:t>2</w:t>
      </w:r>
      <w:r w:rsidR="00E57440">
        <w:rPr>
          <w:rFonts w:ascii="Corbel" w:hAnsi="Corbel"/>
          <w:i/>
          <w:smallCaps/>
          <w:sz w:val="24"/>
          <w:szCs w:val="24"/>
        </w:rPr>
        <w:t>-202</w:t>
      </w:r>
      <w:r w:rsidR="00993E34">
        <w:rPr>
          <w:rFonts w:ascii="Corbel" w:hAnsi="Corbel"/>
          <w:i/>
          <w:smallCaps/>
          <w:sz w:val="24"/>
          <w:szCs w:val="24"/>
        </w:rPr>
        <w:t>5</w:t>
      </w:r>
    </w:p>
    <w:p w14:paraId="3BB0086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F232B" w14:textId="35589AF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</w:t>
      </w:r>
      <w:r w:rsidR="00993E34">
        <w:rPr>
          <w:rFonts w:ascii="Corbel" w:hAnsi="Corbel"/>
          <w:sz w:val="20"/>
          <w:szCs w:val="20"/>
        </w:rPr>
        <w:t>4</w:t>
      </w:r>
      <w:r w:rsidR="00E57440">
        <w:rPr>
          <w:rFonts w:ascii="Corbel" w:hAnsi="Corbel"/>
          <w:sz w:val="20"/>
          <w:szCs w:val="20"/>
        </w:rPr>
        <w:t>/202</w:t>
      </w:r>
      <w:r w:rsidR="00993E34">
        <w:rPr>
          <w:rFonts w:ascii="Corbel" w:hAnsi="Corbel"/>
          <w:sz w:val="20"/>
          <w:szCs w:val="20"/>
        </w:rPr>
        <w:t>5</w:t>
      </w:r>
    </w:p>
    <w:p w14:paraId="70351A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583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AEEFF" w14:textId="77777777" w:rsidTr="00B819C8">
        <w:tc>
          <w:tcPr>
            <w:tcW w:w="2694" w:type="dxa"/>
            <w:vAlign w:val="center"/>
          </w:tcPr>
          <w:p w14:paraId="12459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6E9DDD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14:paraId="2AA17028" w14:textId="77777777" w:rsidTr="00B819C8">
        <w:tc>
          <w:tcPr>
            <w:tcW w:w="2694" w:type="dxa"/>
            <w:vAlign w:val="center"/>
          </w:tcPr>
          <w:p w14:paraId="599F5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3CF575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727EFD" w14:textId="77777777" w:rsidTr="00B819C8">
        <w:tc>
          <w:tcPr>
            <w:tcW w:w="2694" w:type="dxa"/>
            <w:vAlign w:val="center"/>
          </w:tcPr>
          <w:p w14:paraId="0E588287" w14:textId="7B60D073" w:rsidR="0085747A" w:rsidRPr="009C54AE" w:rsidRDefault="00993E3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944045" w14:textId="7B46A522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993E34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582AE003" w14:textId="77777777" w:rsidTr="00B819C8">
        <w:tc>
          <w:tcPr>
            <w:tcW w:w="2694" w:type="dxa"/>
            <w:vAlign w:val="center"/>
          </w:tcPr>
          <w:p w14:paraId="217EAD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B1E6C" w14:textId="77777777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88C636" w14:textId="77777777" w:rsidTr="00B819C8">
        <w:tc>
          <w:tcPr>
            <w:tcW w:w="2694" w:type="dxa"/>
            <w:vAlign w:val="center"/>
          </w:tcPr>
          <w:p w14:paraId="7FE0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EF25C4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E213BD1" w14:textId="77777777" w:rsidTr="00B819C8">
        <w:tc>
          <w:tcPr>
            <w:tcW w:w="2694" w:type="dxa"/>
            <w:vAlign w:val="center"/>
          </w:tcPr>
          <w:p w14:paraId="61290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4F9558" w14:textId="77777777"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0C19BB9B" w14:textId="77777777" w:rsidTr="00B819C8">
        <w:tc>
          <w:tcPr>
            <w:tcW w:w="2694" w:type="dxa"/>
            <w:vAlign w:val="center"/>
          </w:tcPr>
          <w:p w14:paraId="6C009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0A152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7559A2" w14:textId="77777777" w:rsidTr="00B819C8">
        <w:tc>
          <w:tcPr>
            <w:tcW w:w="2694" w:type="dxa"/>
            <w:vAlign w:val="center"/>
          </w:tcPr>
          <w:p w14:paraId="523EE3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B150CB" w14:textId="57617C11" w:rsidR="0085747A" w:rsidRPr="00A81571" w:rsidRDefault="00553495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993E34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10027B" w14:textId="77777777" w:rsidTr="00B819C8">
        <w:tc>
          <w:tcPr>
            <w:tcW w:w="2694" w:type="dxa"/>
            <w:vAlign w:val="center"/>
          </w:tcPr>
          <w:p w14:paraId="22FC6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E8D3BE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C20CC3D" w14:textId="77777777" w:rsidTr="00B819C8">
        <w:tc>
          <w:tcPr>
            <w:tcW w:w="2694" w:type="dxa"/>
            <w:vAlign w:val="center"/>
          </w:tcPr>
          <w:p w14:paraId="633BF6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C75D3" w14:textId="77777777"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8895098" w14:textId="77777777" w:rsidTr="00B819C8">
        <w:tc>
          <w:tcPr>
            <w:tcW w:w="2694" w:type="dxa"/>
            <w:vAlign w:val="center"/>
          </w:tcPr>
          <w:p w14:paraId="6147F6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AA0D8" w14:textId="77777777"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426842" w14:textId="77777777" w:rsidTr="00B819C8">
        <w:tc>
          <w:tcPr>
            <w:tcW w:w="2694" w:type="dxa"/>
            <w:vAlign w:val="center"/>
          </w:tcPr>
          <w:p w14:paraId="66E58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99B2B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8AE880C" w14:textId="77777777" w:rsidTr="00B819C8">
        <w:tc>
          <w:tcPr>
            <w:tcW w:w="2694" w:type="dxa"/>
            <w:vAlign w:val="center"/>
          </w:tcPr>
          <w:p w14:paraId="59A68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E9CEC7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AA639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481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D5F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511A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0C67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C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4B81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F5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D5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4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6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05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8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2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0990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F21" w14:textId="77777777"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1F1" w14:textId="24466FE8" w:rsidR="00015B8F" w:rsidRPr="009C54AE" w:rsidRDefault="00553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2EE" w14:textId="05EBB59E" w:rsidR="00015B8F" w:rsidRPr="009C54AE" w:rsidRDefault="00553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0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82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20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22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86" w14:textId="77777777"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4E5CC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2E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9B2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8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BC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AD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1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02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4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38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4008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24F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31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440CD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D2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AD7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4CF23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0EB6854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14:paraId="020E26A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E6B4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55D2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A8DB35" w14:textId="77777777" w:rsidTr="00745302">
        <w:tc>
          <w:tcPr>
            <w:tcW w:w="9670" w:type="dxa"/>
          </w:tcPr>
          <w:p w14:paraId="29229488" w14:textId="77777777"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14:paraId="1EEE43C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AA82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6DB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2A61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F0D0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50BAE49" w14:textId="77777777" w:rsidTr="00923D7D">
        <w:tc>
          <w:tcPr>
            <w:tcW w:w="851" w:type="dxa"/>
            <w:vAlign w:val="center"/>
          </w:tcPr>
          <w:p w14:paraId="17751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9DA691" w14:textId="77777777"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14:paraId="1C31F4B6" w14:textId="77777777" w:rsidTr="00923D7D">
        <w:tc>
          <w:tcPr>
            <w:tcW w:w="851" w:type="dxa"/>
            <w:vAlign w:val="center"/>
          </w:tcPr>
          <w:p w14:paraId="5C2A2DC4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2AA3B9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53D7E325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14:paraId="5A107148" w14:textId="77777777" w:rsidTr="00923D7D">
        <w:tc>
          <w:tcPr>
            <w:tcW w:w="851" w:type="dxa"/>
            <w:vAlign w:val="center"/>
          </w:tcPr>
          <w:p w14:paraId="43859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FE81C2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79C4EB1B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127C5FED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4878B6FA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14:paraId="43D6B6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25AE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AD64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335FA2" w14:textId="77777777" w:rsidTr="0071620A">
        <w:tc>
          <w:tcPr>
            <w:tcW w:w="1701" w:type="dxa"/>
            <w:vAlign w:val="center"/>
          </w:tcPr>
          <w:p w14:paraId="2DE217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FA930" w14:textId="77777777"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EFA6C28" w14:textId="77777777"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8140C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880717" w14:textId="77777777" w:rsidTr="005E6E85">
        <w:tc>
          <w:tcPr>
            <w:tcW w:w="1701" w:type="dxa"/>
          </w:tcPr>
          <w:p w14:paraId="31E8A9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CE041C" w14:textId="77777777"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14:paraId="0B807EAA" w14:textId="77777777"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0F2DF778" w14:textId="77777777" w:rsidTr="005E6E85">
        <w:tc>
          <w:tcPr>
            <w:tcW w:w="1701" w:type="dxa"/>
          </w:tcPr>
          <w:p w14:paraId="0C84D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CD7002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14:paraId="0A4EE182" w14:textId="77777777"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3FD0FD53" w14:textId="77777777" w:rsidTr="005E6E85">
        <w:tc>
          <w:tcPr>
            <w:tcW w:w="1701" w:type="dxa"/>
          </w:tcPr>
          <w:p w14:paraId="717B7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61720A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14:paraId="3D60A61A" w14:textId="77777777"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14:paraId="6CB1C38C" w14:textId="77777777" w:rsidTr="005E6E85">
        <w:tc>
          <w:tcPr>
            <w:tcW w:w="1701" w:type="dxa"/>
          </w:tcPr>
          <w:p w14:paraId="4F9336BD" w14:textId="77777777"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A7C57A" w14:textId="77777777"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14:paraId="084FCAD7" w14:textId="77777777"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14:paraId="782554B2" w14:textId="77777777"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14:paraId="4B2F3284" w14:textId="77777777"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14:paraId="7440B1B5" w14:textId="77777777" w:rsidTr="005E6E85">
        <w:tc>
          <w:tcPr>
            <w:tcW w:w="1701" w:type="dxa"/>
          </w:tcPr>
          <w:p w14:paraId="7AA7CAA4" w14:textId="77777777"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14:paraId="1215EE4A" w14:textId="77777777"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14:paraId="6E635855" w14:textId="77777777"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14:paraId="305FAB7D" w14:textId="77777777" w:rsidTr="005E6E85">
        <w:tc>
          <w:tcPr>
            <w:tcW w:w="1701" w:type="dxa"/>
          </w:tcPr>
          <w:p w14:paraId="70EE5E45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A35E1A" w14:textId="77777777"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14:paraId="2D5DC79D" w14:textId="77777777"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14:paraId="01BFA669" w14:textId="77777777"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14:paraId="6142AD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FCF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8BCE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8E7B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1D5DAE" w14:textId="77777777" w:rsidTr="00923D7D">
        <w:tc>
          <w:tcPr>
            <w:tcW w:w="9639" w:type="dxa"/>
          </w:tcPr>
          <w:p w14:paraId="3A2A34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23A437" w14:textId="77777777" w:rsidTr="00923D7D">
        <w:tc>
          <w:tcPr>
            <w:tcW w:w="9639" w:type="dxa"/>
          </w:tcPr>
          <w:p w14:paraId="019F915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619761C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078E760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7F52D72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281634D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76F4EA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2CD32448" w14:textId="77777777"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14:paraId="659F2091" w14:textId="77777777" w:rsidTr="00923D7D">
        <w:tc>
          <w:tcPr>
            <w:tcW w:w="9639" w:type="dxa"/>
          </w:tcPr>
          <w:p w14:paraId="615FA5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14:paraId="2D5B13F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1A1956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5907057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7D6990C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55E4075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27FBA2B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7B9D8909" w14:textId="77777777"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0A7994B" w14:textId="77777777" w:rsidTr="00923D7D">
        <w:tc>
          <w:tcPr>
            <w:tcW w:w="9639" w:type="dxa"/>
          </w:tcPr>
          <w:p w14:paraId="24B1561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424043B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36718B8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3D02BD0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2D1A2FC6" w14:textId="77777777"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18B0AE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1CD5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4250D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66E3BB" w14:textId="77777777" w:rsidTr="00923D7D">
        <w:tc>
          <w:tcPr>
            <w:tcW w:w="9639" w:type="dxa"/>
          </w:tcPr>
          <w:p w14:paraId="19252E1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14:paraId="75ED741C" w14:textId="77777777" w:rsidTr="00923D7D">
        <w:tc>
          <w:tcPr>
            <w:tcW w:w="9639" w:type="dxa"/>
          </w:tcPr>
          <w:p w14:paraId="003B449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7CC23B0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425F58E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5EE28A9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33EB48D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64569B0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698722F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0055C82F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14:paraId="1810A9F9" w14:textId="77777777" w:rsidTr="00923D7D">
        <w:tc>
          <w:tcPr>
            <w:tcW w:w="9639" w:type="dxa"/>
          </w:tcPr>
          <w:p w14:paraId="318C497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6DEC174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1544E019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0E55DDA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0F24F67C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14:paraId="1AC8ACC1" w14:textId="77777777" w:rsidTr="00923D7D">
        <w:tc>
          <w:tcPr>
            <w:tcW w:w="9639" w:type="dxa"/>
          </w:tcPr>
          <w:p w14:paraId="52556E6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327941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70C1958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4D92DF1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16848CD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761B924E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14:paraId="64C88707" w14:textId="77777777" w:rsidTr="00923D7D">
        <w:tc>
          <w:tcPr>
            <w:tcW w:w="9639" w:type="dxa"/>
          </w:tcPr>
          <w:p w14:paraId="1F9829A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2B83A93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74FF74E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0733A3A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631ABF5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142B8636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7BF107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B348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EC9E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72DCB" w14:textId="77777777"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14:paraId="52C4B6B6" w14:textId="77777777"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14:paraId="5FA24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FF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865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B706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2D5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77CA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E97248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009805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0E1A9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1F62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67B0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A2F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CEE8510" w14:textId="77777777" w:rsidTr="00C05F44">
        <w:tc>
          <w:tcPr>
            <w:tcW w:w="1985" w:type="dxa"/>
          </w:tcPr>
          <w:p w14:paraId="3AD23B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46528D" w14:textId="77777777"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AD9B480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14:paraId="6647627E" w14:textId="77777777" w:rsidTr="00C05F44">
        <w:tc>
          <w:tcPr>
            <w:tcW w:w="1985" w:type="dxa"/>
          </w:tcPr>
          <w:p w14:paraId="1573A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B1581B" w14:textId="77777777"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B8DB436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14:paraId="3665886C" w14:textId="77777777" w:rsidTr="00C05F44">
        <w:tc>
          <w:tcPr>
            <w:tcW w:w="1985" w:type="dxa"/>
          </w:tcPr>
          <w:p w14:paraId="5B9A64AC" w14:textId="77777777"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14FFB6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9A2D22B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1A6F61" w:rsidRPr="009C54AE" w14:paraId="60D64BB3" w14:textId="77777777" w:rsidTr="00C05F44">
        <w:tc>
          <w:tcPr>
            <w:tcW w:w="1985" w:type="dxa"/>
          </w:tcPr>
          <w:p w14:paraId="702F780A" w14:textId="77777777"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1D0B8B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D50D3B3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6F6499" w:rsidRPr="009C54AE" w14:paraId="535165B8" w14:textId="77777777" w:rsidTr="00D1643D">
        <w:trPr>
          <w:trHeight w:val="423"/>
        </w:trPr>
        <w:tc>
          <w:tcPr>
            <w:tcW w:w="1985" w:type="dxa"/>
          </w:tcPr>
          <w:p w14:paraId="1822EB6B" w14:textId="77777777"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0EAE3619" w14:textId="77777777"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4C5E28D6" w14:textId="77777777"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</w:p>
        </w:tc>
      </w:tr>
      <w:tr w:rsidR="00D1643D" w:rsidRPr="009C54AE" w14:paraId="5638FB14" w14:textId="77777777" w:rsidTr="00C05F44">
        <w:tc>
          <w:tcPr>
            <w:tcW w:w="1985" w:type="dxa"/>
          </w:tcPr>
          <w:p w14:paraId="74B824B9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5765C817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76B9EFFF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6305086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044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280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B55A1" w14:textId="77777777" w:rsidTr="00923D7D">
        <w:tc>
          <w:tcPr>
            <w:tcW w:w="9670" w:type="dxa"/>
          </w:tcPr>
          <w:p w14:paraId="330DBCF1" w14:textId="77777777"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14:paraId="31162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0C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8E0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E23C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68F5544" w14:textId="77777777" w:rsidTr="003E1941">
        <w:tc>
          <w:tcPr>
            <w:tcW w:w="4962" w:type="dxa"/>
            <w:vAlign w:val="center"/>
          </w:tcPr>
          <w:p w14:paraId="043B83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3AA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80A30F" w14:textId="77777777" w:rsidTr="00923D7D">
        <w:tc>
          <w:tcPr>
            <w:tcW w:w="4962" w:type="dxa"/>
          </w:tcPr>
          <w:p w14:paraId="33C6D6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6A9E5" w14:textId="518829C8" w:rsidR="0085747A" w:rsidRPr="009C54AE" w:rsidRDefault="0055349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356B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365870C" w14:textId="77777777" w:rsidTr="00923D7D">
        <w:tc>
          <w:tcPr>
            <w:tcW w:w="4962" w:type="dxa"/>
          </w:tcPr>
          <w:p w14:paraId="3FFC73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F37B54" w14:textId="310E6E5F" w:rsidR="00C61DC5" w:rsidRPr="009C54AE" w:rsidRDefault="00735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09AF3B92" w14:textId="77777777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CF2905" w14:textId="7EDB46B4" w:rsidR="00C61DC5" w:rsidRPr="009C54AE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B84872E" w14:textId="77777777" w:rsidTr="00923D7D">
        <w:tc>
          <w:tcPr>
            <w:tcW w:w="4962" w:type="dxa"/>
          </w:tcPr>
          <w:p w14:paraId="7C091DA5" w14:textId="77777777" w:rsidR="007356B7" w:rsidRPr="009C54AE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C3374F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502D889F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7DDF1B11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 pracy projektowej</w:t>
            </w:r>
          </w:p>
          <w:p w14:paraId="552D5A89" w14:textId="78E48B40" w:rsidR="00C61DC5" w:rsidRPr="009C54AE" w:rsidRDefault="007356B7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</w:tc>
        <w:tc>
          <w:tcPr>
            <w:tcW w:w="4677" w:type="dxa"/>
          </w:tcPr>
          <w:p w14:paraId="7729A7BE" w14:textId="0A6F561E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EA8D82" w14:textId="77777777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6F3939" w14:textId="20822C6E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C75AC">
              <w:rPr>
                <w:rFonts w:ascii="Corbel" w:hAnsi="Corbel"/>
                <w:sz w:val="24"/>
                <w:szCs w:val="24"/>
              </w:rPr>
              <w:t>0</w:t>
            </w:r>
          </w:p>
          <w:p w14:paraId="045A4EA8" w14:textId="41F1705D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C75AC">
              <w:rPr>
                <w:rFonts w:ascii="Corbel" w:hAnsi="Corbel"/>
                <w:sz w:val="24"/>
                <w:szCs w:val="24"/>
              </w:rPr>
              <w:t>0</w:t>
            </w:r>
          </w:p>
          <w:p w14:paraId="76503076" w14:textId="753B851B" w:rsidR="007356B7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7F70B97" w14:textId="2C5B3739" w:rsidR="007356B7" w:rsidRPr="009C54AE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63AD050" w14:textId="77777777" w:rsidTr="00923D7D">
        <w:tc>
          <w:tcPr>
            <w:tcW w:w="4962" w:type="dxa"/>
          </w:tcPr>
          <w:p w14:paraId="5642D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00F819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7F6552A" w14:textId="77777777" w:rsidTr="00923D7D">
        <w:tc>
          <w:tcPr>
            <w:tcW w:w="4962" w:type="dxa"/>
          </w:tcPr>
          <w:p w14:paraId="795689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DB025D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2E32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669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F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28E5F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9D1304" w14:textId="77777777" w:rsidTr="0071620A">
        <w:trPr>
          <w:trHeight w:val="397"/>
        </w:trPr>
        <w:tc>
          <w:tcPr>
            <w:tcW w:w="3544" w:type="dxa"/>
          </w:tcPr>
          <w:p w14:paraId="3AEBE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F83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114332" w14:textId="77777777" w:rsidTr="0071620A">
        <w:trPr>
          <w:trHeight w:val="397"/>
        </w:trPr>
        <w:tc>
          <w:tcPr>
            <w:tcW w:w="3544" w:type="dxa"/>
          </w:tcPr>
          <w:p w14:paraId="76EF81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D4FBC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BAB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E71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4640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1654CB" w14:textId="77777777" w:rsidTr="0071620A">
        <w:trPr>
          <w:trHeight w:val="397"/>
        </w:trPr>
        <w:tc>
          <w:tcPr>
            <w:tcW w:w="7513" w:type="dxa"/>
          </w:tcPr>
          <w:p w14:paraId="2330B517" w14:textId="5E6C4D76" w:rsidR="00822AF9" w:rsidRDefault="0085747A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Literatura podstawowa:</w:t>
            </w:r>
            <w:r w:rsidR="00822AF9" w:rsidRPr="00E30173">
              <w:rPr>
                <w:rFonts w:ascii="Corbel" w:hAnsi="Corbel" w:cs="Times New Roman"/>
                <w:sz w:val="20"/>
                <w:szCs w:val="20"/>
              </w:rPr>
              <w:t xml:space="preserve"> </w:t>
            </w:r>
          </w:p>
          <w:p w14:paraId="7BE49BB4" w14:textId="023C7E5D" w:rsidR="006943BB" w:rsidRPr="00E30173" w:rsidRDefault="006943B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MONOGRAFIE:</w:t>
            </w:r>
          </w:p>
          <w:p w14:paraId="35069EAE" w14:textId="073AA0AD" w:rsidR="00DA34C9" w:rsidRPr="00E30173" w:rsidRDefault="00DA34C9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MIKIEWICZ P.,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Socjologia edukacji. Teorie, koncepcje, pojęcia,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PWN – Warszawa 2016</w:t>
            </w:r>
          </w:p>
          <w:p w14:paraId="1EA00B40" w14:textId="2F9E13D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SZYMAŃSKI M.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6943BB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edukacji</w:t>
            </w:r>
            <w:r w:rsidR="00524F2B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. Podręcznik akademicki,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IMPULS – WARSZAWA </w:t>
            </w:r>
            <w:r w:rsidR="00524F2B" w:rsidRPr="00E30173">
              <w:rPr>
                <w:rFonts w:ascii="Corbel" w:hAnsi="Corbel" w:cs="Times New Roman"/>
                <w:sz w:val="20"/>
                <w:szCs w:val="20"/>
              </w:rPr>
              <w:t>2021</w:t>
            </w:r>
          </w:p>
          <w:p w14:paraId="3274A484" w14:textId="043FF08E" w:rsidR="00524F2B" w:rsidRPr="00E30173" w:rsidRDefault="00524F2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LIPMAN M., </w:t>
            </w:r>
            <w:r w:rsidRPr="00E30173">
              <w:rPr>
                <w:rFonts w:ascii="Corbel" w:eastAsia="Times New Roman" w:hAnsi="Corbel" w:cs="Times New Roman"/>
                <w:bCs/>
                <w:color w:val="000000"/>
                <w:spacing w:val="-12"/>
                <w:kern w:val="36"/>
                <w:sz w:val="20"/>
                <w:szCs w:val="20"/>
              </w:rPr>
              <w:t>Myślenie w edukacji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</w:t>
            </w:r>
            <w:r w:rsidRPr="00E30173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Wydawnictwo Uniwersytetu Łódzkiego, ŁÓDŹ 2021</w:t>
            </w:r>
          </w:p>
          <w:p w14:paraId="7CDC4C32" w14:textId="139E808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MEIGHAN R.,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edukacji,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UMK – T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oruń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1993</w:t>
            </w:r>
          </w:p>
          <w:p w14:paraId="5C126861" w14:textId="42F34AB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ZNANIECKI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T. I I II, PWN – W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2001</w:t>
            </w:r>
          </w:p>
          <w:p w14:paraId="493B32CB" w14:textId="5CADBF5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Socjologia małżeństwa i rodziny,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PWN – Warszawa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1984</w:t>
            </w:r>
          </w:p>
          <w:p w14:paraId="7F18829D" w14:textId="5E87BD7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DYCZEWSKI L.,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Rodzina, Społeczeństwo, Państwo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KUL – L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ublin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1994</w:t>
            </w:r>
          </w:p>
          <w:p w14:paraId="432CF7E0" w14:textId="40D6F6E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KOWALSKI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 w zarysie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PWN – Warszawa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1986</w:t>
            </w:r>
          </w:p>
          <w:p w14:paraId="198271E3" w14:textId="41A175C6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MARCZUK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Orientacje wartościujące nauczycieli w III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zeczypospolitej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studium z socjologii edukacji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WSP – R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zeszów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2001</w:t>
            </w:r>
          </w:p>
          <w:p w14:paraId="3C57CD1C" w14:textId="75777EC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MIELICKA H.,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wybór tekstów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ielce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2000</w:t>
            </w:r>
          </w:p>
          <w:p w14:paraId="2EB80FF7" w14:textId="4A07226F" w:rsidR="0085747A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(RED.),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Wychowanie w rodzinie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raków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1982</w:t>
            </w:r>
          </w:p>
          <w:p w14:paraId="0EC0DA83" w14:textId="1A5C54FA" w:rsidR="00E30173" w:rsidRPr="00E30173" w:rsidRDefault="00E30173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ARTYKUŁY:</w:t>
            </w:r>
          </w:p>
          <w:p w14:paraId="1A57E2E1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Internet – przekleństwo, czy wybawienie dla współczesnej młodzieży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Wyzwania i szanse pedagogiki społeczno-opiekuńczej (red.) K. Duraj-Nowakowa, U. Gruca-Miąsik, UR-Rzeszów, 2010, s. 118-144</w:t>
            </w:r>
          </w:p>
          <w:p w14:paraId="38A7960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 Problemy wychowawcze w gimnazjum skupiającym uczniów ze środowiska wiejskiego i małomiasteczkowego,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Edukacja dla bezpieczeństwa (red.) A. Olak, F. Kozaczuk, A. Krauz, Ostrowiec Świętokrzyski, 2011, s. 47-62</w:t>
            </w:r>
          </w:p>
          <w:p w14:paraId="103243B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Patologizacja współczesnego świata w procesie wychowania we współczesnej szkole, 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w: Myśl i praktyka edukacyjna w obliczu zmian cywilizacyjnych – człowiek i wychowanie w perspektywie wieloetnicznej i wielokulturowej (red.) K. Szmyd, E. Barnaś-Baran, E. Dolata, A. Śniegulska, Tom I, UR-Rzeszów, 2011, s. 296-310.</w:t>
            </w:r>
          </w:p>
          <w:p w14:paraId="2573E49E" w14:textId="7ECDA440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Muzyka w procesie wychowania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w: Myśl i praktyka edukacyjna w obliczu zmian cywilizacyjnych – człowiek i wychowanie w perspektywie wieloetnicznej i wielokulturowej (red.) K. Szmyd, Z. Frączek, H. Sommer, A. Olak, UR-Rzeszów, 2011, s. 507-513</w:t>
            </w:r>
          </w:p>
        </w:tc>
      </w:tr>
      <w:tr w:rsidR="0085747A" w:rsidRPr="009C54AE" w14:paraId="5F28441F" w14:textId="77777777" w:rsidTr="0071620A">
        <w:trPr>
          <w:trHeight w:val="397"/>
        </w:trPr>
        <w:tc>
          <w:tcPr>
            <w:tcW w:w="7513" w:type="dxa"/>
          </w:tcPr>
          <w:p w14:paraId="75BFCFF3" w14:textId="77777777" w:rsidR="00E364A5" w:rsidRPr="00E30173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Literatura uzupełniająca: </w:t>
            </w:r>
          </w:p>
          <w:p w14:paraId="5A99A62C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CHEŁPA S., WITKOWSKI T.,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Psychologia konfliktów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1995</w:t>
            </w:r>
          </w:p>
          <w:p w14:paraId="5388BA6D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POLAKOWSKA-KUJAWA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1997</w:t>
            </w:r>
          </w:p>
          <w:p w14:paraId="3F64DCA3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MALIKOWSKI M., MARCZUK S., (red.),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 – wybór</w:t>
            </w:r>
          </w:p>
          <w:p w14:paraId="1B71286B" w14:textId="77777777" w:rsidR="0085747A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tekstów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cz. I i II, WSSG – Tyczyn 1997</w:t>
            </w:r>
          </w:p>
        </w:tc>
      </w:tr>
    </w:tbl>
    <w:p w14:paraId="26CA3C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7BAE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228B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71643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FCEA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8C48D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918C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0E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876E9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69AB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4E2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8A79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2B2E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75B8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04388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B964A" w14:textId="77777777"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9A1859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48E396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F3E39C8" w14:textId="77777777"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14:paraId="213B7B0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1ECBA48" w14:textId="77777777"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1B308BC" w14:textId="77777777"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15F9" w14:textId="77777777" w:rsidR="00112E59" w:rsidRDefault="00112E59" w:rsidP="00C16ABF">
      <w:pPr>
        <w:spacing w:after="0" w:line="240" w:lineRule="auto"/>
      </w:pPr>
      <w:r>
        <w:separator/>
      </w:r>
    </w:p>
  </w:endnote>
  <w:endnote w:type="continuationSeparator" w:id="0">
    <w:p w14:paraId="1D60F64C" w14:textId="77777777" w:rsidR="00112E59" w:rsidRDefault="00112E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C907" w14:textId="77777777" w:rsidR="00112E59" w:rsidRDefault="00112E59" w:rsidP="00C16ABF">
      <w:pPr>
        <w:spacing w:after="0" w:line="240" w:lineRule="auto"/>
      </w:pPr>
      <w:r>
        <w:separator/>
      </w:r>
    </w:p>
  </w:footnote>
  <w:footnote w:type="continuationSeparator" w:id="0">
    <w:p w14:paraId="09D72AF0" w14:textId="77777777" w:rsidR="00112E59" w:rsidRDefault="00112E59" w:rsidP="00C16ABF">
      <w:pPr>
        <w:spacing w:after="0" w:line="240" w:lineRule="auto"/>
      </w:pPr>
      <w:r>
        <w:continuationSeparator/>
      </w:r>
    </w:p>
  </w:footnote>
  <w:footnote w:id="1">
    <w:p w14:paraId="5699A10E" w14:textId="77777777"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961782">
    <w:abstractNumId w:val="0"/>
  </w:num>
  <w:num w:numId="2" w16cid:durableId="136344132">
    <w:abstractNumId w:val="3"/>
  </w:num>
  <w:num w:numId="3" w16cid:durableId="346366699">
    <w:abstractNumId w:val="2"/>
  </w:num>
  <w:num w:numId="4" w16cid:durableId="938219550">
    <w:abstractNumId w:val="1"/>
  </w:num>
  <w:num w:numId="5" w16cid:durableId="59259532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12E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C51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4F2B"/>
    <w:rsid w:val="00526C94"/>
    <w:rsid w:val="005363C4"/>
    <w:rsid w:val="00536BDE"/>
    <w:rsid w:val="00543ACC"/>
    <w:rsid w:val="00553495"/>
    <w:rsid w:val="005608E5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43BB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356B7"/>
    <w:rsid w:val="00745302"/>
    <w:rsid w:val="007461D6"/>
    <w:rsid w:val="00746EC8"/>
    <w:rsid w:val="00753E20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1C2E"/>
    <w:rsid w:val="00822AF9"/>
    <w:rsid w:val="008449B3"/>
    <w:rsid w:val="00855A4D"/>
    <w:rsid w:val="0085747A"/>
    <w:rsid w:val="00866F14"/>
    <w:rsid w:val="0088245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639D8"/>
    <w:rsid w:val="00976236"/>
    <w:rsid w:val="00993E34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3CC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77710"/>
    <w:rsid w:val="00C93F77"/>
    <w:rsid w:val="00C94B98"/>
    <w:rsid w:val="00CA2B96"/>
    <w:rsid w:val="00CA5089"/>
    <w:rsid w:val="00CB42CB"/>
    <w:rsid w:val="00CC75AC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1F12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A34C9"/>
    <w:rsid w:val="00DB3880"/>
    <w:rsid w:val="00DB6D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73"/>
    <w:rsid w:val="00E364A5"/>
    <w:rsid w:val="00E51E44"/>
    <w:rsid w:val="00E57440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E796F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91F3"/>
  <w15:docId w15:val="{923DFD55-986C-49AC-9F6F-4BEC992A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24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24F2B"/>
    <w:rPr>
      <w:rFonts w:eastAsia="Times New Roman"/>
      <w:b/>
      <w:bCs/>
      <w:kern w:val="36"/>
      <w:sz w:val="48"/>
      <w:szCs w:val="48"/>
    </w:rPr>
  </w:style>
  <w:style w:type="character" w:customStyle="1" w:styleId="price-historylabel">
    <w:name w:val="price-history__label"/>
    <w:basedOn w:val="Domylnaczcionkaakapitu"/>
    <w:rsid w:val="00524F2B"/>
  </w:style>
  <w:style w:type="character" w:customStyle="1" w:styleId="context-help">
    <w:name w:val="context-help"/>
    <w:basedOn w:val="Domylnaczcionkaakapitu"/>
    <w:rsid w:val="00524F2B"/>
  </w:style>
  <w:style w:type="paragraph" w:styleId="Spistreci2">
    <w:name w:val="toc 2"/>
    <w:basedOn w:val="Normalny"/>
    <w:next w:val="Normalny"/>
    <w:autoRedefine/>
    <w:uiPriority w:val="39"/>
    <w:unhideWhenUsed/>
    <w:rsid w:val="00524F2B"/>
    <w:pPr>
      <w:numPr>
        <w:numId w:val="5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3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04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3E7EB"/>
                        <w:left w:val="single" w:sz="6" w:space="0" w:color="E3E7EB"/>
                        <w:bottom w:val="single" w:sz="6" w:space="0" w:color="E3E7EB"/>
                        <w:right w:val="single" w:sz="6" w:space="0" w:color="E3E7EB"/>
                      </w:divBdr>
                    </w:div>
                  </w:divsChild>
                </w:div>
              </w:divsChild>
            </w:div>
            <w:div w:id="2130931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6C2A6-B90F-4E2D-ACF7-247FEC57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7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17</cp:revision>
  <cp:lastPrinted>2019-12-06T08:23:00Z</cp:lastPrinted>
  <dcterms:created xsi:type="dcterms:W3CDTF">2019-11-20T16:57:00Z</dcterms:created>
  <dcterms:modified xsi:type="dcterms:W3CDTF">2022-05-30T17:55:00Z</dcterms:modified>
</cp:coreProperties>
</file>